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22B08BA-8DA5-490B-A86E-5A182C0668FA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